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707" w:rsidRPr="00C364A9" w:rsidRDefault="00374707" w:rsidP="00374707">
      <w:pPr>
        <w:pStyle w:val="Nadpis2"/>
        <w:rPr>
          <w:b w:val="0"/>
        </w:rPr>
      </w:pPr>
      <w:bookmarkStart w:id="0" w:name="_GoBack"/>
      <w:bookmarkEnd w:id="0"/>
      <w:r w:rsidRPr="00C364A9">
        <w:rPr>
          <w:b w:val="0"/>
        </w:rPr>
        <w:t>FORMULÁŘ pro sestavení nabídky</w:t>
      </w:r>
    </w:p>
    <w:p w:rsidR="00374707" w:rsidRPr="007364DE" w:rsidRDefault="00374707" w:rsidP="00374707">
      <w:pPr>
        <w:tabs>
          <w:tab w:val="right" w:pos="5954"/>
        </w:tabs>
      </w:pPr>
      <w:r w:rsidRPr="007364DE">
        <w:t>Obchodní společnost, sídlo uchazeče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>IČ:</w:t>
      </w:r>
    </w:p>
    <w:p w:rsidR="00374707" w:rsidRPr="007364DE" w:rsidRDefault="00374707" w:rsidP="00374707">
      <w:pPr>
        <w:tabs>
          <w:tab w:val="right" w:pos="5954"/>
        </w:tabs>
        <w:spacing w:after="0"/>
      </w:pPr>
      <w:r w:rsidRPr="007364DE">
        <w:t>DIČ:</w:t>
      </w:r>
    </w:p>
    <w:p w:rsidR="00374707" w:rsidRPr="007364DE" w:rsidRDefault="00374707" w:rsidP="00374707">
      <w:pPr>
        <w:tabs>
          <w:tab w:val="left" w:pos="1843"/>
          <w:tab w:val="right" w:pos="5954"/>
        </w:tabs>
        <w:spacing w:after="0"/>
      </w:pPr>
      <w:r w:rsidRPr="007364DE">
        <w:t>Bankovní spojení: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Telefon: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Fax:</w:t>
      </w:r>
      <w:r w:rsidRPr="007364DE">
        <w:tab/>
      </w:r>
    </w:p>
    <w:p w:rsidR="00374707" w:rsidRPr="00F05536" w:rsidRDefault="00374707" w:rsidP="00374707">
      <w:pPr>
        <w:pBdr>
          <w:bottom w:val="single" w:sz="12" w:space="1" w:color="auto"/>
        </w:pBdr>
        <w:tabs>
          <w:tab w:val="left" w:pos="1843"/>
        </w:tabs>
        <w:spacing w:after="0"/>
      </w:pPr>
      <w:r w:rsidRPr="007364DE">
        <w:t>E-mail:</w:t>
      </w:r>
      <w:r w:rsidRPr="007364DE">
        <w:tab/>
      </w:r>
    </w:p>
    <w:p w:rsidR="00374707" w:rsidRPr="00F05536" w:rsidRDefault="00374707" w:rsidP="00374707">
      <w:pPr>
        <w:rPr>
          <w:b/>
        </w:rPr>
      </w:pPr>
      <w:r w:rsidRPr="00F05536">
        <w:t xml:space="preserve">Nabídka </w:t>
      </w:r>
      <w:proofErr w:type="gramStart"/>
      <w:r w:rsidRPr="00F05536">
        <w:t>na</w:t>
      </w:r>
      <w:proofErr w:type="gramEnd"/>
      <w:r w:rsidRPr="00F05536">
        <w:rPr>
          <w:bCs/>
        </w:rPr>
        <w:t xml:space="preserve">: </w:t>
      </w:r>
      <w:r w:rsidRPr="00F05536">
        <w:rPr>
          <w:b/>
        </w:rPr>
        <w:t>„</w:t>
      </w:r>
      <w:r w:rsidR="00482FE4" w:rsidRPr="006128ED">
        <w:rPr>
          <w:b/>
        </w:rPr>
        <w:t>Oprava mostu v km 412,700 na trati Praha Masarykovo n. - Děčín hl.</w:t>
      </w:r>
      <w:r w:rsidR="00482FE4">
        <w:rPr>
          <w:b/>
        </w:rPr>
        <w:t xml:space="preserve"> </w:t>
      </w:r>
      <w:r w:rsidR="00482FE4" w:rsidRPr="006128ED">
        <w:rPr>
          <w:b/>
        </w:rPr>
        <w:t>n. - vypracování projektové dokumentace</w:t>
      </w:r>
      <w:r w:rsidRPr="00F05536">
        <w:rPr>
          <w:b/>
        </w:rPr>
        <w:t>“</w:t>
      </w:r>
    </w:p>
    <w:p w:rsidR="00374707" w:rsidRPr="007364DE" w:rsidRDefault="00374707" w:rsidP="00374707">
      <w:pPr>
        <w:tabs>
          <w:tab w:val="right" w:pos="5954"/>
        </w:tabs>
        <w:spacing w:before="120"/>
      </w:pPr>
      <w:r w:rsidRPr="007364DE">
        <w:t>Zadavatel: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 xml:space="preserve">Správa </w:t>
      </w:r>
      <w:r>
        <w:t>železnic</w:t>
      </w:r>
      <w:r w:rsidRPr="007364DE">
        <w:t>, státní organizace</w:t>
      </w:r>
    </w:p>
    <w:p w:rsidR="00374707" w:rsidRPr="007364DE" w:rsidRDefault="00374707" w:rsidP="00374707">
      <w:pPr>
        <w:tabs>
          <w:tab w:val="left" w:pos="4536"/>
        </w:tabs>
        <w:spacing w:after="0"/>
        <w:rPr>
          <w:b/>
          <w:bCs/>
        </w:rPr>
      </w:pPr>
      <w:r w:rsidRPr="007364DE">
        <w:t>Praha 1, Nové Město, Dlážděná 1003/7, PSČ 110 00</w:t>
      </w:r>
      <w:r w:rsidRPr="007364DE">
        <w:tab/>
      </w:r>
    </w:p>
    <w:p w:rsidR="00374707" w:rsidRPr="007364DE" w:rsidRDefault="00374707" w:rsidP="00374707">
      <w:pPr>
        <w:spacing w:after="0"/>
      </w:pPr>
      <w:r w:rsidRPr="007364DE">
        <w:t>IČ:</w:t>
      </w:r>
      <w:r w:rsidRPr="007364DE">
        <w:tab/>
        <w:t>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DIČ:</w:t>
      </w:r>
      <w:r w:rsidRPr="007364DE">
        <w:tab/>
        <w:t>CZ70994234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Zastoupená: Ing. Vladimírem Filipem, ředitelem OŘ Praha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Partyzánská 24, 170 00 Praha 7</w:t>
      </w:r>
    </w:p>
    <w:p w:rsidR="00374707" w:rsidRPr="007364DE" w:rsidRDefault="00374707" w:rsidP="00374707">
      <w:pPr>
        <w:spacing w:before="120"/>
        <w:rPr>
          <w:b/>
          <w:bCs/>
        </w:rPr>
      </w:pPr>
      <w:r w:rsidRPr="007364DE">
        <w:rPr>
          <w:b/>
          <w:bCs/>
        </w:rPr>
        <w:t>Místo:</w:t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  <w:t>Datum:</w:t>
      </w:r>
    </w:p>
    <w:p w:rsidR="00374707" w:rsidRPr="007364DE" w:rsidRDefault="00374707" w:rsidP="00374707">
      <w:pPr>
        <w:spacing w:before="240"/>
        <w:rPr>
          <w:b/>
          <w:bCs/>
        </w:rPr>
      </w:pPr>
      <w:r w:rsidRPr="007364DE">
        <w:rPr>
          <w:b/>
          <w:bCs/>
        </w:rPr>
        <w:t>Nabídka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240" w:after="0" w:line="240" w:lineRule="auto"/>
        <w:ind w:left="284" w:hanging="284"/>
      </w:pPr>
      <w:r w:rsidRPr="007364DE">
        <w:t>Po prostudování předaných podkladů:</w:t>
      </w:r>
    </w:p>
    <w:p w:rsidR="00374707" w:rsidRPr="007364DE" w:rsidRDefault="00374707" w:rsidP="00374707">
      <w:pPr>
        <w:ind w:firstLine="283"/>
      </w:pPr>
      <w:r w:rsidRPr="007364DE">
        <w:t xml:space="preserve">Výzva k podání nabídky, která obsahuje: </w:t>
      </w:r>
    </w:p>
    <w:p w:rsidR="00BD0688" w:rsidRPr="007E6A2B" w:rsidRDefault="00BD0688" w:rsidP="00BD0688">
      <w:pPr>
        <w:pStyle w:val="Doplujcdaje"/>
        <w:ind w:firstLine="709"/>
        <w:rPr>
          <w:sz w:val="18"/>
          <w:szCs w:val="18"/>
        </w:rPr>
      </w:pPr>
      <w:r w:rsidRPr="007E6A2B">
        <w:rPr>
          <w:sz w:val="18"/>
          <w:szCs w:val="18"/>
        </w:rPr>
        <w:t xml:space="preserve">Příloha 1 </w:t>
      </w:r>
      <w:r w:rsidR="007E6A2B" w:rsidRPr="007E6A2B">
        <w:rPr>
          <w:sz w:val="18"/>
          <w:szCs w:val="18"/>
        </w:rPr>
        <w:t>Technická kvalifikace</w:t>
      </w:r>
    </w:p>
    <w:p w:rsidR="00BD0688" w:rsidRPr="007E6A2B" w:rsidRDefault="00BD0688" w:rsidP="00BD0688">
      <w:pPr>
        <w:pStyle w:val="Doplujcdaje"/>
        <w:ind w:firstLine="709"/>
        <w:rPr>
          <w:sz w:val="18"/>
          <w:szCs w:val="18"/>
        </w:rPr>
      </w:pPr>
      <w:r w:rsidRPr="007E6A2B">
        <w:rPr>
          <w:sz w:val="18"/>
          <w:szCs w:val="18"/>
        </w:rPr>
        <w:t>Příloha 2 Formulář ČP o splnění základní způsobilosti</w:t>
      </w:r>
    </w:p>
    <w:p w:rsidR="00BD0688" w:rsidRPr="007E6A2B" w:rsidRDefault="00BD0688" w:rsidP="00BD0688">
      <w:pPr>
        <w:pStyle w:val="Doplujcdaje"/>
        <w:ind w:firstLine="709"/>
        <w:rPr>
          <w:sz w:val="18"/>
          <w:szCs w:val="18"/>
        </w:rPr>
      </w:pPr>
      <w:r w:rsidRPr="007E6A2B">
        <w:rPr>
          <w:sz w:val="18"/>
          <w:szCs w:val="18"/>
        </w:rPr>
        <w:t>Příloha 3 Formulář nabídky</w:t>
      </w:r>
    </w:p>
    <w:p w:rsidR="00BD0688" w:rsidRPr="007E6A2B" w:rsidRDefault="00BD0688" w:rsidP="00BD0688">
      <w:pPr>
        <w:pStyle w:val="Doplujcdaje"/>
        <w:ind w:firstLine="709"/>
        <w:rPr>
          <w:sz w:val="18"/>
          <w:szCs w:val="18"/>
        </w:rPr>
      </w:pPr>
      <w:r w:rsidRPr="007E6A2B">
        <w:rPr>
          <w:sz w:val="18"/>
          <w:szCs w:val="18"/>
        </w:rPr>
        <w:t xml:space="preserve">Příloha 4 Položkový soupis prací </w:t>
      </w:r>
    </w:p>
    <w:p w:rsidR="00BD0688" w:rsidRPr="007E6A2B" w:rsidRDefault="007E6A2B" w:rsidP="00BD0688">
      <w:pPr>
        <w:pStyle w:val="Doplujcdaje"/>
        <w:ind w:firstLine="709"/>
        <w:rPr>
          <w:sz w:val="18"/>
          <w:szCs w:val="18"/>
        </w:rPr>
      </w:pPr>
      <w:r w:rsidRPr="007E6A2B">
        <w:rPr>
          <w:sz w:val="18"/>
          <w:szCs w:val="18"/>
        </w:rPr>
        <w:t>Příloha 5 Návrh smlouvy o</w:t>
      </w:r>
      <w:r w:rsidR="00BD0688" w:rsidRPr="007E6A2B">
        <w:rPr>
          <w:sz w:val="18"/>
          <w:szCs w:val="18"/>
        </w:rPr>
        <w:t xml:space="preserve"> dílo</w:t>
      </w:r>
    </w:p>
    <w:p w:rsidR="00BD0688" w:rsidRPr="007E6A2B" w:rsidRDefault="00BD0688" w:rsidP="00BD0688">
      <w:pPr>
        <w:pStyle w:val="Doplujcdaje"/>
        <w:ind w:firstLine="709"/>
        <w:rPr>
          <w:sz w:val="18"/>
          <w:szCs w:val="18"/>
        </w:rPr>
      </w:pPr>
      <w:r w:rsidRPr="007E6A2B">
        <w:rPr>
          <w:sz w:val="18"/>
          <w:szCs w:val="18"/>
        </w:rPr>
        <w:t>Příloha 6 Analýza nebezpečí a hodnocení rizik</w:t>
      </w:r>
    </w:p>
    <w:p w:rsidR="00BD0688" w:rsidRPr="007E6A2B" w:rsidRDefault="00BD0688" w:rsidP="00BD0688">
      <w:pPr>
        <w:pStyle w:val="Doplujcdaje"/>
        <w:ind w:firstLine="709"/>
        <w:rPr>
          <w:sz w:val="18"/>
          <w:szCs w:val="18"/>
        </w:rPr>
      </w:pPr>
      <w:r w:rsidRPr="007E6A2B">
        <w:rPr>
          <w:sz w:val="18"/>
          <w:szCs w:val="18"/>
        </w:rPr>
        <w:t xml:space="preserve">Příloha 7 BOZP při práci ve výškách </w:t>
      </w:r>
    </w:p>
    <w:p w:rsidR="00BD0688" w:rsidRPr="007E6A2B" w:rsidRDefault="00BD0688" w:rsidP="00BD0688">
      <w:pPr>
        <w:pStyle w:val="Doplujcdaje"/>
        <w:ind w:firstLine="709"/>
        <w:rPr>
          <w:sz w:val="18"/>
          <w:szCs w:val="18"/>
        </w:rPr>
      </w:pPr>
      <w:r w:rsidRPr="007E6A2B">
        <w:rPr>
          <w:sz w:val="18"/>
          <w:szCs w:val="18"/>
        </w:rPr>
        <w:t xml:space="preserve">Příloha 8 </w:t>
      </w:r>
      <w:r w:rsidR="00475D8E">
        <w:rPr>
          <w:sz w:val="18"/>
          <w:szCs w:val="18"/>
        </w:rPr>
        <w:t xml:space="preserve">Technická specifikace </w:t>
      </w:r>
    </w:p>
    <w:p w:rsidR="00BD0688" w:rsidRPr="007E6A2B" w:rsidRDefault="00BD0688" w:rsidP="00BD0688">
      <w:pPr>
        <w:pStyle w:val="Doplujcdaje"/>
        <w:ind w:firstLine="709"/>
        <w:rPr>
          <w:sz w:val="18"/>
          <w:szCs w:val="18"/>
        </w:rPr>
      </w:pPr>
      <w:r w:rsidRPr="007E6A2B">
        <w:rPr>
          <w:sz w:val="18"/>
          <w:szCs w:val="18"/>
        </w:rPr>
        <w:t>Příloha 9 Nález podezřelého předmětu</w:t>
      </w:r>
    </w:p>
    <w:p w:rsidR="00BD0688" w:rsidRPr="007E6A2B" w:rsidRDefault="00BD0688" w:rsidP="00BD0688">
      <w:pPr>
        <w:pStyle w:val="Doplujcdaje"/>
        <w:ind w:firstLine="709"/>
        <w:rPr>
          <w:sz w:val="18"/>
          <w:szCs w:val="18"/>
        </w:rPr>
      </w:pPr>
      <w:r w:rsidRPr="007E6A2B">
        <w:rPr>
          <w:sz w:val="18"/>
          <w:szCs w:val="18"/>
        </w:rPr>
        <w:t>Příloha 10 Čestné prohlášení ve vztahu k zakázaným dohodám</w:t>
      </w:r>
    </w:p>
    <w:p w:rsidR="002561BD" w:rsidRPr="007E6A2B" w:rsidRDefault="00BD0688" w:rsidP="00BD0688">
      <w:pPr>
        <w:pStyle w:val="Doplujcdaje"/>
        <w:ind w:firstLine="709"/>
        <w:rPr>
          <w:sz w:val="18"/>
          <w:szCs w:val="18"/>
        </w:rPr>
      </w:pPr>
      <w:r w:rsidRPr="007E6A2B">
        <w:rPr>
          <w:sz w:val="18"/>
          <w:szCs w:val="18"/>
        </w:rPr>
        <w:t>Příloha 11 Čestné prohlášení k Registru smluv</w:t>
      </w:r>
    </w:p>
    <w:p w:rsidR="00374707" w:rsidRPr="007E6A2B" w:rsidRDefault="00374707" w:rsidP="00F05536">
      <w:pPr>
        <w:pStyle w:val="Zhlav"/>
        <w:spacing w:before="120"/>
        <w:ind w:left="284"/>
      </w:pPr>
      <w:r w:rsidRPr="007364DE">
        <w:t xml:space="preserve">které uznáváme pro smluvní vztah za závazné a na základě nichž jsme vytvořili cenu, nabízíme </w:t>
      </w:r>
      <w:r w:rsidRPr="00F05536">
        <w:t xml:space="preserve">realizaci akce </w:t>
      </w:r>
      <w:r w:rsidRPr="00F05536">
        <w:rPr>
          <w:b/>
        </w:rPr>
        <w:t>„</w:t>
      </w:r>
      <w:r w:rsidR="00482FE4" w:rsidRPr="006128ED">
        <w:rPr>
          <w:b/>
        </w:rPr>
        <w:t>Oprava mostu v km 412,700 na trati Praha Masarykovo n. - Děčín hl.</w:t>
      </w:r>
      <w:r w:rsidR="00482FE4">
        <w:rPr>
          <w:b/>
        </w:rPr>
        <w:t xml:space="preserve"> </w:t>
      </w:r>
      <w:r w:rsidR="00482FE4" w:rsidRPr="006128ED">
        <w:rPr>
          <w:b/>
        </w:rPr>
        <w:t>n. - vypracování projektové dokumentace</w:t>
      </w:r>
      <w:r w:rsidRPr="00F05536">
        <w:rPr>
          <w:b/>
        </w:rPr>
        <w:t xml:space="preserve">“ </w:t>
      </w:r>
      <w:r w:rsidRPr="00F05536">
        <w:t xml:space="preserve">za tuto nabídkovou cenu zpracovanou </w:t>
      </w:r>
      <w:r w:rsidRPr="007E6A2B">
        <w:t xml:space="preserve">dle </w:t>
      </w:r>
      <w:r w:rsidR="007E6A2B" w:rsidRPr="007E6A2B">
        <w:t>položkového soupisu prací</w:t>
      </w:r>
      <w:r w:rsidRPr="007E6A2B">
        <w:t>:</w:t>
      </w:r>
    </w:p>
    <w:p w:rsidR="00374707" w:rsidRPr="007E6A2B" w:rsidRDefault="00374707" w:rsidP="00F05536">
      <w:pPr>
        <w:pStyle w:val="Zhlav"/>
        <w:ind w:left="284"/>
        <w:rPr>
          <w:snapToGrid w:val="0"/>
        </w:rPr>
      </w:pPr>
      <w:r w:rsidRPr="007364DE">
        <w:t>(</w:t>
      </w:r>
      <w:r w:rsidRPr="007364DE">
        <w:rPr>
          <w:snapToGrid w:val="0"/>
        </w:rPr>
        <w:t>Celková nabídková cena bez DPH,</w:t>
      </w:r>
      <w:r w:rsidR="007E6A2B">
        <w:rPr>
          <w:snapToGrid w:val="0"/>
        </w:rPr>
        <w:t xml:space="preserve"> DPH, s DPH,</w:t>
      </w:r>
      <w:r w:rsidRPr="007364DE">
        <w:rPr>
          <w:snapToGrid w:val="0"/>
        </w:rPr>
        <w:t xml:space="preserve"> </w:t>
      </w:r>
      <w:r w:rsidRPr="007364DE">
        <w:rPr>
          <w:b/>
          <w:snapToGrid w:val="0"/>
        </w:rPr>
        <w:t>přesně</w:t>
      </w:r>
      <w:r w:rsidRPr="007364DE">
        <w:rPr>
          <w:snapToGrid w:val="0"/>
        </w:rPr>
        <w:t xml:space="preserve"> </w:t>
      </w:r>
      <w:r w:rsidRPr="007E6A2B">
        <w:rPr>
          <w:b/>
          <w:bCs/>
          <w:snapToGrid w:val="0"/>
        </w:rPr>
        <w:t xml:space="preserve">dle </w:t>
      </w:r>
      <w:r w:rsidR="007E6A2B" w:rsidRPr="007E6A2B">
        <w:rPr>
          <w:b/>
          <w:bCs/>
          <w:snapToGrid w:val="0"/>
        </w:rPr>
        <w:t>položkového soupisu prací</w:t>
      </w:r>
      <w:r w:rsidRPr="007E6A2B">
        <w:rPr>
          <w:snapToGrid w:val="0"/>
        </w:rPr>
        <w:t xml:space="preserve">) </w:t>
      </w:r>
    </w:p>
    <w:p w:rsidR="00F05536" w:rsidRPr="007E6A2B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7E6A2B">
        <w:rPr>
          <w:b/>
          <w:bCs/>
        </w:rPr>
        <w:t xml:space="preserve">Celková nabídková cena bez DPH:              </w:t>
      </w:r>
      <w:r w:rsidR="00482FE4" w:rsidRPr="007E6A2B">
        <w:rPr>
          <w:b/>
          <w:bCs/>
        </w:rPr>
        <w:tab/>
      </w:r>
      <w:r w:rsidRPr="007E6A2B">
        <w:rPr>
          <w:b/>
          <w:bCs/>
        </w:rPr>
        <w:t>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>DPH 21%</w:t>
      </w:r>
      <w:r w:rsidRPr="00F05536">
        <w:rPr>
          <w:b/>
          <w:bCs/>
        </w:rPr>
        <w:tab/>
        <w:t xml:space="preserve">        </w:t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  <w:t xml:space="preserve"> </w:t>
      </w:r>
      <w:r w:rsidR="00482FE4">
        <w:rPr>
          <w:b/>
          <w:bCs/>
        </w:rPr>
        <w:tab/>
      </w:r>
      <w:r w:rsidRPr="00F05536">
        <w:rPr>
          <w:b/>
          <w:bCs/>
        </w:rPr>
        <w:t>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</w:pPr>
      <w:r w:rsidRPr="00F05536">
        <w:rPr>
          <w:b/>
          <w:bCs/>
        </w:rPr>
        <w:t xml:space="preserve">Celková nabídková cena včetně DPH           </w:t>
      </w:r>
      <w:r w:rsidR="00482FE4">
        <w:rPr>
          <w:b/>
          <w:bCs/>
        </w:rPr>
        <w:tab/>
      </w:r>
      <w:r w:rsidRPr="00F05536">
        <w:rPr>
          <w:b/>
          <w:bCs/>
        </w:rPr>
        <w:t>……………… Kč</w:t>
      </w:r>
    </w:p>
    <w:p w:rsidR="00374707" w:rsidRPr="007E6A2B" w:rsidRDefault="00374707" w:rsidP="00F05536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F05536">
        <w:t xml:space="preserve">Předmět veřejné zakázky  provedeme v rozsahu, který je přesně vymezen zadávacími podklady (viz. </w:t>
      </w:r>
      <w:proofErr w:type="gramStart"/>
      <w:r w:rsidRPr="00F05536">
        <w:t>bod</w:t>
      </w:r>
      <w:proofErr w:type="gramEnd"/>
      <w:r w:rsidRPr="00F05536">
        <w:t xml:space="preserve"> číslo 1). Souhlasíme s tím, že tato nabídka a zadávací dokumentace jsou závazným podkladem pro </w:t>
      </w:r>
      <w:r w:rsidRPr="007E6A2B">
        <w:t xml:space="preserve">uzavření smlouvy </w:t>
      </w:r>
      <w:r w:rsidR="00F05536" w:rsidRPr="007E6A2B">
        <w:t xml:space="preserve">o </w:t>
      </w:r>
      <w:r w:rsidR="00D82647" w:rsidRPr="007E6A2B">
        <w:t>dílo</w:t>
      </w:r>
      <w:r w:rsidRPr="007E6A2B">
        <w:t>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lastRenderedPageBreak/>
        <w:t>Termín plnění nabízíme v souladu s Vaším požadavkem takto:</w:t>
      </w:r>
    </w:p>
    <w:p w:rsidR="00A3554F" w:rsidRDefault="007E6A2B" w:rsidP="00A3554F">
      <w:pPr>
        <w:pStyle w:val="Zhlav"/>
        <w:tabs>
          <w:tab w:val="clear" w:pos="4536"/>
          <w:tab w:val="left" w:pos="3119"/>
        </w:tabs>
        <w:spacing w:before="120"/>
        <w:ind w:left="4111" w:hanging="3827"/>
        <w:rPr>
          <w:b/>
        </w:rPr>
      </w:pPr>
      <w:r w:rsidRPr="007E6A2B">
        <w:t>Zahájení prací</w:t>
      </w:r>
      <w:r w:rsidR="00374707" w:rsidRPr="007E6A2B">
        <w:t xml:space="preserve">: </w:t>
      </w:r>
      <w:r w:rsidR="00A0109D">
        <w:tab/>
        <w:t xml:space="preserve">                </w:t>
      </w:r>
      <w:r w:rsidR="00A3554F" w:rsidRPr="00A3554F">
        <w:rPr>
          <w:b/>
        </w:rPr>
        <w:t>březen 2021 – (ihned po nabytí účinnosti smlouvy o dílo uveřejněním v registru smluv)</w:t>
      </w:r>
    </w:p>
    <w:p w:rsidR="00A0109D" w:rsidRDefault="00A0109D" w:rsidP="00A3554F">
      <w:pPr>
        <w:pStyle w:val="Zhlav"/>
        <w:tabs>
          <w:tab w:val="clear" w:pos="4536"/>
          <w:tab w:val="left" w:pos="3119"/>
          <w:tab w:val="left" w:pos="4111"/>
        </w:tabs>
        <w:spacing w:before="120"/>
        <w:ind w:left="284"/>
      </w:pPr>
      <w:r>
        <w:t xml:space="preserve">Odevzdání PDSP k připomínkám: </w:t>
      </w:r>
      <w:r w:rsidR="00A3554F">
        <w:tab/>
      </w:r>
      <w:r w:rsidR="009E425E">
        <w:rPr>
          <w:b/>
        </w:rPr>
        <w:t>31. 05</w:t>
      </w:r>
      <w:r w:rsidRPr="00A0109D">
        <w:rPr>
          <w:b/>
        </w:rPr>
        <w:t>. 2021</w:t>
      </w:r>
    </w:p>
    <w:p w:rsidR="00A0109D" w:rsidRPr="007E6A2B" w:rsidRDefault="00A0109D" w:rsidP="00A0109D">
      <w:pPr>
        <w:pStyle w:val="Zhlav"/>
        <w:tabs>
          <w:tab w:val="clear" w:pos="4536"/>
          <w:tab w:val="left" w:pos="4111"/>
        </w:tabs>
        <w:spacing w:before="120"/>
        <w:ind w:left="284"/>
      </w:pPr>
      <w:r>
        <w:t xml:space="preserve">Projednání a odevzdání dokladové části: </w:t>
      </w:r>
      <w:r>
        <w:tab/>
      </w:r>
      <w:r w:rsidR="009E425E">
        <w:rPr>
          <w:b/>
        </w:rPr>
        <w:t>30. 09</w:t>
      </w:r>
      <w:r w:rsidRPr="00A0109D">
        <w:rPr>
          <w:b/>
        </w:rPr>
        <w:t>. 2021</w:t>
      </w:r>
    </w:p>
    <w:p w:rsidR="00374707" w:rsidRPr="007E6A2B" w:rsidRDefault="007E6A2B" w:rsidP="00A0109D">
      <w:pPr>
        <w:pStyle w:val="Zhlav"/>
        <w:tabs>
          <w:tab w:val="clear" w:pos="4536"/>
          <w:tab w:val="left" w:pos="3119"/>
        </w:tabs>
        <w:spacing w:before="120"/>
        <w:ind w:left="284"/>
      </w:pPr>
      <w:r w:rsidRPr="007E6A2B">
        <w:t>Ukončení prací</w:t>
      </w:r>
      <w:r w:rsidR="00374707" w:rsidRPr="007E6A2B">
        <w:t xml:space="preserve">: </w:t>
      </w:r>
      <w:r w:rsidR="00A0109D">
        <w:tab/>
        <w:t xml:space="preserve">                </w:t>
      </w:r>
      <w:r w:rsidRPr="007E6A2B">
        <w:rPr>
          <w:b/>
        </w:rPr>
        <w:t>30. 09. 2021</w:t>
      </w:r>
      <w:r w:rsidR="00374707" w:rsidRPr="007E6A2B">
        <w:t xml:space="preserve">   </w:t>
      </w:r>
      <w:r w:rsidR="00374707" w:rsidRPr="007E6A2B">
        <w:tab/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E6A2B">
        <w:t>Vlastními kapacitami provedeme</w:t>
      </w:r>
      <w:r w:rsidRPr="007364DE">
        <w:t xml:space="preserve">: </w:t>
      </w:r>
      <w:r w:rsidRPr="007364DE">
        <w:tab/>
      </w:r>
      <w:r w:rsidRPr="007364DE">
        <w:tab/>
        <w:t>% veřejné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  <w:rPr>
          <w:b/>
        </w:rPr>
      </w:pPr>
      <w:r w:rsidRPr="007364DE">
        <w:t xml:space="preserve">Uvádíme jmenovitý seznam a identifikační údaje právnických nebo fyzických osob – podnikatelů, </w:t>
      </w:r>
      <w:r w:rsidRPr="007364DE">
        <w:rPr>
          <w:color w:val="000000"/>
        </w:rPr>
        <w:t>jimž máme v úmyslu zadat k realizaci n</w:t>
      </w:r>
      <w:r>
        <w:rPr>
          <w:color w:val="000000"/>
        </w:rPr>
        <w:t>ěkterou část veřejné zakázky (pod</w:t>
      </w:r>
      <w:r w:rsidRPr="007364DE">
        <w:rPr>
          <w:color w:val="000000"/>
        </w:rPr>
        <w:t>dodavatele). Zároveň uvádíme konkrétn</w:t>
      </w:r>
      <w:r>
        <w:rPr>
          <w:color w:val="000000"/>
        </w:rPr>
        <w:t>í činnosti, které budou tito pod</w:t>
      </w:r>
      <w:r w:rsidRPr="007364DE">
        <w:rPr>
          <w:color w:val="000000"/>
        </w:rPr>
        <w:t>dodavatelé zajišťovat (</w:t>
      </w:r>
      <w:r w:rsidRPr="007364DE">
        <w:t>uveďte konkrétní činnosti,</w:t>
      </w:r>
      <w:r w:rsidRPr="007364DE">
        <w:rPr>
          <w:b/>
        </w:rPr>
        <w:t xml:space="preserve"> včetně jejich finančního objemu vyjádřeného v % dle požadavků uvedených ve Výzvě k podání nabídky</w:t>
      </w:r>
      <w:r w:rsidRPr="007364DE">
        <w:t xml:space="preserve">): </w:t>
      </w:r>
      <w:r w:rsidRPr="007364DE">
        <w:rPr>
          <w:b/>
        </w:rPr>
        <w:t xml:space="preserve"> </w:t>
      </w:r>
    </w:p>
    <w:p w:rsidR="00374707" w:rsidRPr="007364DE" w:rsidRDefault="00374707" w:rsidP="00374707">
      <w:pPr>
        <w:ind w:firstLine="283"/>
      </w:pPr>
      <w:r w:rsidRPr="007364DE">
        <w:t>……………………………….</w:t>
      </w:r>
    </w:p>
    <w:p w:rsidR="00374707" w:rsidRDefault="00374707" w:rsidP="00517BC0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Odbornou, technickou a finančn</w:t>
      </w:r>
      <w:r>
        <w:t>í způsobilost výše uvedených pod</w:t>
      </w:r>
      <w:r w:rsidRPr="007364DE">
        <w:t>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374707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 xml:space="preserve">V případě, že naše nabídka bude vybrána a bude uzavřena </w:t>
      </w:r>
      <w:r w:rsidRPr="007E6A2B">
        <w:t xml:space="preserve">smlouva </w:t>
      </w:r>
      <w:r w:rsidR="007E6A2B" w:rsidRPr="007E6A2B">
        <w:t>o dílo</w:t>
      </w:r>
      <w:r w:rsidR="00F05536" w:rsidRPr="007364DE">
        <w:t xml:space="preserve">, </w:t>
      </w:r>
      <w:r w:rsidRPr="007364DE">
        <w:t>akceptujeme podmínku zadavatele na kontrolu efektivního využívání prostředků ze strany Státního fondu dopravní infrastruktury, a to po celou dobu realizace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Touto nabídkou se cítíme vázáni po celou zadávací lhůtu, jak je uvedena ve výzvě.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 xml:space="preserve">Jednat a podepisovat za nás je oprávněn: </w:t>
      </w:r>
    </w:p>
    <w:p w:rsidR="00374707" w:rsidRPr="007364DE" w:rsidRDefault="00374707" w:rsidP="00374707">
      <w:pPr>
        <w:spacing w:before="120"/>
        <w:ind w:left="284"/>
      </w:pPr>
      <w:r w:rsidRPr="007364DE">
        <w:t xml:space="preserve">v postavení: 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Proti vzniku škod z provádění veřejné zakázky jsme pojištěni do výše ……………………,- Kč</w:t>
      </w:r>
    </w:p>
    <w:p w:rsidR="00374707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p</w:t>
      </w:r>
      <w:r w:rsidRPr="007364DE">
        <w:t>ojistnou smlouvou č.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j</w:t>
      </w:r>
      <w:r w:rsidRPr="007364DE">
        <w:t>iným způsobem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4707" w:rsidRPr="007364DE" w:rsidRDefault="00374707" w:rsidP="00374707">
      <w:pPr>
        <w:pBdr>
          <w:bottom w:val="single" w:sz="12" w:space="1" w:color="auto"/>
        </w:pBdr>
      </w:pPr>
    </w:p>
    <w:p w:rsidR="00374707" w:rsidRPr="007364DE" w:rsidRDefault="00374707" w:rsidP="00374707">
      <w:pPr>
        <w:tabs>
          <w:tab w:val="left" w:pos="7230"/>
        </w:tabs>
      </w:pPr>
    </w:p>
    <w:p w:rsidR="009F392E" w:rsidRPr="00374707" w:rsidRDefault="00374707" w:rsidP="00374707">
      <w:pPr>
        <w:tabs>
          <w:tab w:val="left" w:pos="7230"/>
        </w:tabs>
      </w:pPr>
      <w:r w:rsidRPr="007364DE">
        <w:t>jméno a podpis osoby oprávněné</w:t>
      </w:r>
      <w:r w:rsidRPr="007364DE">
        <w:tab/>
        <w:t>razítko</w:t>
      </w:r>
      <w:r>
        <w:br/>
      </w:r>
      <w:r w:rsidRPr="007364DE">
        <w:t>jednat jménem či za uchazeče</w:t>
      </w:r>
    </w:p>
    <w:sectPr w:rsidR="009F392E" w:rsidRPr="00374707" w:rsidSect="0037470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0457" w:rsidRDefault="00DB0457" w:rsidP="00962258">
      <w:pPr>
        <w:spacing w:after="0" w:line="240" w:lineRule="auto"/>
      </w:pPr>
      <w:r>
        <w:separator/>
      </w:r>
    </w:p>
  </w:endnote>
  <w:endnote w:type="continuationSeparator" w:id="0">
    <w:p w:rsidR="00DB0457" w:rsidRDefault="00DB045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01A0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01A0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4982A58" wp14:editId="0C9D6AC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C84D0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154076" wp14:editId="6056BA3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720F6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01A0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01A0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6E38E5" w:rsidP="006E38E5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Oblastní ředitelství Praha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Partyzánská 24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F146AC6" wp14:editId="2D511D6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7C69B8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BE29CDE" wp14:editId="5FA8A1F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701D99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0457" w:rsidRDefault="00DB0457" w:rsidP="00962258">
      <w:pPr>
        <w:spacing w:after="0" w:line="240" w:lineRule="auto"/>
      </w:pPr>
      <w:r>
        <w:separator/>
      </w:r>
    </w:p>
  </w:footnote>
  <w:footnote w:type="continuationSeparator" w:id="0">
    <w:p w:rsidR="00DB0457" w:rsidRDefault="00DB045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74707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A33D262" wp14:editId="311AEF1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8A4941"/>
    <w:multiLevelType w:val="hybridMultilevel"/>
    <w:tmpl w:val="187C9AD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16621"/>
    <w:multiLevelType w:val="hybridMultilevel"/>
    <w:tmpl w:val="A432879E"/>
    <w:lvl w:ilvl="0" w:tplc="2C4849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A6B3B47"/>
    <w:multiLevelType w:val="hybridMultilevel"/>
    <w:tmpl w:val="7DA499E4"/>
    <w:lvl w:ilvl="0" w:tplc="CC08D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1"/>
  </w:num>
  <w:num w:numId="35">
    <w:abstractNumId w:val="5"/>
  </w:num>
  <w:num w:numId="3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810F1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561BD"/>
    <w:rsid w:val="00280E07"/>
    <w:rsid w:val="002C31BF"/>
    <w:rsid w:val="002D08B1"/>
    <w:rsid w:val="002E0CD7"/>
    <w:rsid w:val="00341DCF"/>
    <w:rsid w:val="00357BC6"/>
    <w:rsid w:val="00374707"/>
    <w:rsid w:val="003956C6"/>
    <w:rsid w:val="00441430"/>
    <w:rsid w:val="00450F07"/>
    <w:rsid w:val="00453CD3"/>
    <w:rsid w:val="00460660"/>
    <w:rsid w:val="00475D8E"/>
    <w:rsid w:val="00482FE4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4F7F6A"/>
    <w:rsid w:val="00511AB9"/>
    <w:rsid w:val="00523EA7"/>
    <w:rsid w:val="0052736C"/>
    <w:rsid w:val="00553375"/>
    <w:rsid w:val="00557C28"/>
    <w:rsid w:val="005736B7"/>
    <w:rsid w:val="00575E5A"/>
    <w:rsid w:val="0059084E"/>
    <w:rsid w:val="005C1F50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E38E5"/>
    <w:rsid w:val="00701A0E"/>
    <w:rsid w:val="00710723"/>
    <w:rsid w:val="00716584"/>
    <w:rsid w:val="00723ED1"/>
    <w:rsid w:val="00743525"/>
    <w:rsid w:val="00756C8B"/>
    <w:rsid w:val="0076286B"/>
    <w:rsid w:val="00766846"/>
    <w:rsid w:val="0077673A"/>
    <w:rsid w:val="007846E1"/>
    <w:rsid w:val="007B570C"/>
    <w:rsid w:val="007C589B"/>
    <w:rsid w:val="007E4A6E"/>
    <w:rsid w:val="007E6A2B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E425E"/>
    <w:rsid w:val="009F3193"/>
    <w:rsid w:val="009F392E"/>
    <w:rsid w:val="00A0109D"/>
    <w:rsid w:val="00A3554F"/>
    <w:rsid w:val="00A51EF7"/>
    <w:rsid w:val="00A6177B"/>
    <w:rsid w:val="00A66136"/>
    <w:rsid w:val="00AA4CBB"/>
    <w:rsid w:val="00AA65FA"/>
    <w:rsid w:val="00AA7351"/>
    <w:rsid w:val="00AD056F"/>
    <w:rsid w:val="00AD6731"/>
    <w:rsid w:val="00B15D0D"/>
    <w:rsid w:val="00B623E4"/>
    <w:rsid w:val="00B75EE1"/>
    <w:rsid w:val="00B77481"/>
    <w:rsid w:val="00B8518B"/>
    <w:rsid w:val="00BD0688"/>
    <w:rsid w:val="00BD17D5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77428"/>
    <w:rsid w:val="00D82647"/>
    <w:rsid w:val="00D831A3"/>
    <w:rsid w:val="00DB0457"/>
    <w:rsid w:val="00DC75F3"/>
    <w:rsid w:val="00DD46F3"/>
    <w:rsid w:val="00DE56F2"/>
    <w:rsid w:val="00DF116D"/>
    <w:rsid w:val="00EB104F"/>
    <w:rsid w:val="00ED14BD"/>
    <w:rsid w:val="00F0533E"/>
    <w:rsid w:val="00F05536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32767"/>
  <w15:docId w15:val="{2A19E7D5-E9EA-4E83-85DB-34CDB874A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374707"/>
    <w:pPr>
      <w:widowControl w:val="0"/>
      <w:overflowPunct w:val="0"/>
      <w:autoSpaceDE w:val="0"/>
      <w:autoSpaceDN w:val="0"/>
      <w:adjustRightInd w:val="0"/>
      <w:spacing w:after="0" w:line="240" w:lineRule="auto"/>
      <w:ind w:left="1134" w:hanging="708"/>
      <w:jc w:val="both"/>
      <w:textAlignment w:val="baseline"/>
    </w:pPr>
    <w:rPr>
      <w:rFonts w:ascii="Arial" w:eastAsia="Times New Roman" w:hAnsi="Arial" w:cs="Arial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sharepoint/v3/field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4BB0FDB-BF42-4ABE-AAE9-C77D1F4F0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</TotalTime>
  <Pages>2</Pages>
  <Words>546</Words>
  <Characters>3222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Svobodová Silvie</dc:creator>
  <cp:lastModifiedBy>Černá Lenka, Bc.</cp:lastModifiedBy>
  <cp:revision>3</cp:revision>
  <cp:lastPrinted>2017-11-28T17:18:00Z</cp:lastPrinted>
  <dcterms:created xsi:type="dcterms:W3CDTF">2021-02-11T06:08:00Z</dcterms:created>
  <dcterms:modified xsi:type="dcterms:W3CDTF">2021-02-11T06:16:00Z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